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4618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proofErr w:type="spellStart"/>
            <w:r w:rsidRPr="003D004D">
              <w:rPr>
                <w:b/>
              </w:rPr>
              <w:t>NAME:</w:t>
            </w:r>
            <w:r w:rsidR="00DE1BE0">
              <w:rPr>
                <w:b/>
              </w:rPr>
              <w:t>Kallie</w:t>
            </w:r>
            <w:proofErr w:type="spellEnd"/>
            <w:r w:rsidR="00DE1BE0">
              <w:rPr>
                <w:b/>
              </w:rPr>
              <w:t xml:space="preserve"> Anderson 7C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DE1BE0">
              <w:rPr>
                <w:b/>
              </w:rPr>
              <w:t>3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C575E4">
              <w:rPr>
                <w:b/>
              </w:rPr>
              <w:t>C</w:t>
            </w:r>
            <w:r w:rsidR="002B7F20">
              <w:rPr>
                <w:b/>
              </w:rPr>
              <w:t>olumn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C575E4">
              <w:rPr>
                <w:b/>
              </w:rPr>
              <w:t>R</w:t>
            </w:r>
            <w:r w:rsidR="002B7F20">
              <w:rPr>
                <w:b/>
              </w:rPr>
              <w:t>ow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2B7F20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2B7F20">
              <w:rPr>
                <w:b/>
              </w:rPr>
              <w:t xml:space="preserve">Column is a grouping </w:t>
            </w:r>
          </w:p>
          <w:p w:rsidR="003D004D" w:rsidRPr="003D004D" w:rsidRDefault="002B7F20">
            <w:pPr>
              <w:rPr>
                <w:b/>
              </w:rPr>
            </w:pPr>
            <w:r>
              <w:rPr>
                <w:b/>
              </w:rPr>
              <w:t>of cells that run from the top to the bottom of a page.(vertical)</w:t>
            </w:r>
          </w:p>
        </w:tc>
        <w:tc>
          <w:tcPr>
            <w:tcW w:w="5227" w:type="dxa"/>
          </w:tcPr>
          <w:p w:rsidR="003D004D" w:rsidRPr="003D004D" w:rsidRDefault="003D004D" w:rsidP="002B7F20">
            <w:pPr>
              <w:rPr>
                <w:b/>
              </w:rPr>
            </w:pPr>
            <w:r w:rsidRPr="003D004D">
              <w:rPr>
                <w:b/>
              </w:rPr>
              <w:t>Defin</w:t>
            </w:r>
            <w:r w:rsidR="002B7F20">
              <w:rPr>
                <w:b/>
              </w:rPr>
              <w:t>i</w:t>
            </w:r>
            <w:r w:rsidRPr="003D004D">
              <w:rPr>
                <w:b/>
              </w:rPr>
              <w:t xml:space="preserve">tion:  </w:t>
            </w:r>
            <w:r w:rsidR="002B7F20">
              <w:rPr>
                <w:b/>
              </w:rPr>
              <w:t>Row is a grouping of cells that run from the left to right of a page</w:t>
            </w:r>
            <w:r w:rsidR="00C575E4">
              <w:rPr>
                <w:b/>
              </w:rPr>
              <w:t>.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C575E4">
              <w:rPr>
                <w:b/>
              </w:rPr>
              <w:t>Cyberbullying</w:t>
            </w:r>
            <w:proofErr w:type="spellEnd"/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546292">
              <w:rPr>
                <w:b/>
              </w:rPr>
              <w:t>Digital Footprint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C575E4">
              <w:rPr>
                <w:b/>
              </w:rPr>
              <w:t>Sending or posting harmful or cruel text or images using the internet or other digital communication devices.</w:t>
            </w:r>
          </w:p>
        </w:tc>
        <w:tc>
          <w:tcPr>
            <w:tcW w:w="5227" w:type="dxa"/>
          </w:tcPr>
          <w:p w:rsidR="003D004D" w:rsidRPr="003D004D" w:rsidRDefault="003D004D" w:rsidP="00546292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546292">
              <w:rPr>
                <w:b/>
              </w:rPr>
              <w:t xml:space="preserve"> Evidence of a person’s use of the internet. This includes anything that can be linked to his or her existence presence or identity.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 w:rsidP="00546292">
            <w:pPr>
              <w:pStyle w:val="Heading2"/>
            </w:pPr>
            <w:r>
              <w:lastRenderedPageBreak/>
              <w:t>Reflection</w:t>
            </w:r>
            <w:r w:rsidR="00F02725">
              <w:t>:</w:t>
            </w:r>
            <w:r w:rsidR="00546292">
              <w:t xml:space="preserve"> I learned that…</w:t>
            </w:r>
            <w:r w:rsidR="005F24DD">
              <w:t xml:space="preserve"> The green box on the games on typing pal is where </w:t>
            </w:r>
            <w:proofErr w:type="spellStart"/>
            <w:proofErr w:type="gramStart"/>
            <w:r w:rsidR="005F24DD">
              <w:t>its</w:t>
            </w:r>
            <w:proofErr w:type="spellEnd"/>
            <w:proofErr w:type="gramEnd"/>
            <w:r w:rsidR="005F24DD">
              <w:t xml:space="preserve"> going to hit and what digital footprint means, row means, column means and cyber bullying means.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DE1BE0"/>
    <w:rsid w:val="002B7F20"/>
    <w:rsid w:val="00380BF8"/>
    <w:rsid w:val="0039291A"/>
    <w:rsid w:val="003A37C7"/>
    <w:rsid w:val="003C456B"/>
    <w:rsid w:val="003D004D"/>
    <w:rsid w:val="00480FC9"/>
    <w:rsid w:val="004D29C5"/>
    <w:rsid w:val="004F7C77"/>
    <w:rsid w:val="00546292"/>
    <w:rsid w:val="005E5126"/>
    <w:rsid w:val="005F24DD"/>
    <w:rsid w:val="007944B8"/>
    <w:rsid w:val="00830AA8"/>
    <w:rsid w:val="00A36B4B"/>
    <w:rsid w:val="00AC6779"/>
    <w:rsid w:val="00C575E4"/>
    <w:rsid w:val="00D21F89"/>
    <w:rsid w:val="00DE1BE0"/>
    <w:rsid w:val="00E8780A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6292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awg4\studentpublic\7th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319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17anderk</dc:creator>
  <cp:keywords/>
  <dc:description/>
  <cp:lastModifiedBy>17anderk</cp:lastModifiedBy>
  <cp:revision>6</cp:revision>
  <dcterms:created xsi:type="dcterms:W3CDTF">2011-09-12T12:20:00Z</dcterms:created>
  <dcterms:modified xsi:type="dcterms:W3CDTF">2011-09-16T17:30:00Z</dcterms:modified>
</cp:coreProperties>
</file>